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823" w:rsidRPr="00C27FB1" w:rsidRDefault="00035823" w:rsidP="00035823">
      <w:pPr>
        <w:tabs>
          <w:tab w:val="left" w:pos="5387"/>
        </w:tabs>
        <w:ind w:left="5387" w:hanging="425"/>
        <w:rPr>
          <w:bCs/>
          <w:szCs w:val="28"/>
        </w:rPr>
      </w:pPr>
      <w:r w:rsidRPr="00C27FB1">
        <w:rPr>
          <w:bCs/>
          <w:szCs w:val="28"/>
        </w:rPr>
        <w:t>Приложение № 12</w:t>
      </w:r>
    </w:p>
    <w:p w:rsidR="00035823" w:rsidRPr="00C27FB1" w:rsidRDefault="00035823" w:rsidP="00035823">
      <w:pPr>
        <w:tabs>
          <w:tab w:val="left" w:pos="5387"/>
        </w:tabs>
        <w:ind w:left="5387" w:hanging="425"/>
        <w:rPr>
          <w:bCs/>
          <w:szCs w:val="28"/>
        </w:rPr>
      </w:pPr>
      <w:r w:rsidRPr="00C27FB1">
        <w:rPr>
          <w:bCs/>
          <w:szCs w:val="28"/>
        </w:rPr>
        <w:t>к решению Совета муниципального</w:t>
      </w:r>
    </w:p>
    <w:p w:rsidR="00035823" w:rsidRPr="00323461" w:rsidRDefault="00035823" w:rsidP="00035823">
      <w:pPr>
        <w:tabs>
          <w:tab w:val="left" w:pos="5387"/>
        </w:tabs>
        <w:ind w:left="5387" w:hanging="425"/>
        <w:rPr>
          <w:bCs/>
          <w:szCs w:val="28"/>
        </w:rPr>
      </w:pPr>
      <w:r w:rsidRPr="00C27FB1">
        <w:rPr>
          <w:bCs/>
          <w:szCs w:val="28"/>
        </w:rPr>
        <w:t>образования Новокубанский</w:t>
      </w:r>
      <w:r w:rsidRPr="00323461">
        <w:rPr>
          <w:bCs/>
          <w:szCs w:val="28"/>
        </w:rPr>
        <w:t xml:space="preserve"> район</w:t>
      </w:r>
    </w:p>
    <w:p w:rsidR="00035823" w:rsidRPr="00323461" w:rsidRDefault="0016217A" w:rsidP="00035823">
      <w:pPr>
        <w:tabs>
          <w:tab w:val="left" w:pos="5245"/>
          <w:tab w:val="left" w:pos="5387"/>
        </w:tabs>
        <w:ind w:left="5387" w:hanging="425"/>
        <w:rPr>
          <w:szCs w:val="28"/>
        </w:rPr>
      </w:pPr>
      <w:r>
        <w:rPr>
          <w:bCs/>
          <w:szCs w:val="28"/>
        </w:rPr>
        <w:t>от 20 февраля 2020 года № 514</w:t>
      </w:r>
      <w:bookmarkStart w:id="0" w:name="_GoBack"/>
      <w:bookmarkEnd w:id="0"/>
    </w:p>
    <w:p w:rsidR="00035823" w:rsidRDefault="00035823" w:rsidP="00035823">
      <w:pPr>
        <w:ind w:hanging="425"/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AA75FA" w:rsidTr="008148EA">
        <w:trPr>
          <w:cantSplit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AA75FA" w:rsidRPr="00BC5F4C" w:rsidRDefault="00AA75FA" w:rsidP="00772B75">
            <w:pPr>
              <w:ind w:left="4962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Приложение </w:t>
            </w:r>
            <w:r w:rsidR="00BC5F4C">
              <w:rPr>
                <w:szCs w:val="28"/>
              </w:rPr>
              <w:t>№ 14</w:t>
            </w:r>
          </w:p>
        </w:tc>
      </w:tr>
      <w:tr w:rsidR="00C3442C" w:rsidTr="007E6C06">
        <w:trPr>
          <w:cantSplit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2A572F" w:rsidRDefault="00C3442C" w:rsidP="00772B75">
            <w:pPr>
              <w:ind w:left="4962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к решению Совета муниципального</w:t>
            </w:r>
          </w:p>
        </w:tc>
      </w:tr>
      <w:tr w:rsidR="00C3442C" w:rsidTr="007E6C06">
        <w:trPr>
          <w:cantSplit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772B75" w:rsidRPr="002A572F" w:rsidRDefault="00C3442C" w:rsidP="00772B75">
            <w:pPr>
              <w:ind w:left="4962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образования Новокубанский район</w:t>
            </w:r>
          </w:p>
        </w:tc>
      </w:tr>
      <w:tr w:rsidR="00C3442C" w:rsidTr="005349DA">
        <w:trPr>
          <w:cantSplit/>
        </w:trPr>
        <w:tc>
          <w:tcPr>
            <w:tcW w:w="96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C47A6" w:rsidRDefault="001C47A6" w:rsidP="001C47A6">
            <w:pPr>
              <w:ind w:left="4962"/>
              <w:rPr>
                <w:bCs/>
                <w:szCs w:val="28"/>
              </w:rPr>
            </w:pPr>
            <w:r>
              <w:rPr>
                <w:bCs/>
                <w:szCs w:val="28"/>
              </w:rPr>
              <w:t>от 21.11. 2019 года № 482</w:t>
            </w:r>
          </w:p>
          <w:p w:rsidR="00C3442C" w:rsidRPr="001F120C" w:rsidRDefault="00C3442C" w:rsidP="00D67851">
            <w:pPr>
              <w:tabs>
                <w:tab w:val="left" w:pos="4820"/>
                <w:tab w:val="left" w:pos="9653"/>
              </w:tabs>
              <w:ind w:left="4962"/>
              <w:rPr>
                <w:szCs w:val="28"/>
                <w:lang w:val="en-US"/>
              </w:rPr>
            </w:pPr>
          </w:p>
        </w:tc>
      </w:tr>
      <w:tr w:rsidR="00627195" w:rsidTr="005349DA">
        <w:trPr>
          <w:cantSplit/>
        </w:trPr>
        <w:tc>
          <w:tcPr>
            <w:tcW w:w="9639" w:type="dxa"/>
            <w:shd w:val="clear" w:color="auto" w:fill="auto"/>
            <w:noWrap/>
            <w:tcMar>
              <w:left w:w="0" w:type="dxa"/>
              <w:right w:w="0" w:type="dxa"/>
            </w:tcMar>
          </w:tcPr>
          <w:p w:rsidR="00EA3257" w:rsidRPr="00EA3257" w:rsidRDefault="00EA3257" w:rsidP="00C3442C">
            <w:pPr>
              <w:tabs>
                <w:tab w:val="left" w:pos="4820"/>
                <w:tab w:val="left" w:pos="9653"/>
              </w:tabs>
              <w:rPr>
                <w:szCs w:val="28"/>
              </w:rPr>
            </w:pPr>
          </w:p>
        </w:tc>
      </w:tr>
      <w:tr w:rsidR="00AA75FA" w:rsidTr="005349DA">
        <w:trPr>
          <w:cantSplit/>
        </w:trPr>
        <w:tc>
          <w:tcPr>
            <w:tcW w:w="9639" w:type="dxa"/>
            <w:shd w:val="clear" w:color="auto" w:fill="auto"/>
            <w:vAlign w:val="center"/>
            <w:hideMark/>
          </w:tcPr>
          <w:p w:rsidR="005349DA" w:rsidRDefault="00AA75FA" w:rsidP="00CC2D3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Объем бюджетных ассигнований, направляемых на социальную</w:t>
            </w:r>
          </w:p>
          <w:p w:rsidR="00B46B01" w:rsidRPr="005349DA" w:rsidRDefault="00AA75FA" w:rsidP="00714EAA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поддержку детей и семей, имеющих детей</w:t>
            </w:r>
            <w:r w:rsidR="0044291F">
              <w:rPr>
                <w:b/>
                <w:bCs/>
                <w:szCs w:val="28"/>
              </w:rPr>
              <w:t>,</w:t>
            </w:r>
            <w:r w:rsidR="001F120C">
              <w:rPr>
                <w:b/>
                <w:bCs/>
                <w:szCs w:val="28"/>
              </w:rPr>
              <w:t xml:space="preserve"> на 20</w:t>
            </w:r>
            <w:r w:rsidR="00714EAA">
              <w:rPr>
                <w:b/>
                <w:bCs/>
                <w:szCs w:val="28"/>
              </w:rPr>
              <w:t>20</w:t>
            </w:r>
            <w:r>
              <w:rPr>
                <w:b/>
                <w:bCs/>
                <w:szCs w:val="28"/>
              </w:rPr>
              <w:t xml:space="preserve"> год </w:t>
            </w:r>
          </w:p>
        </w:tc>
      </w:tr>
      <w:tr w:rsidR="00AA75FA" w:rsidTr="005349DA">
        <w:trPr>
          <w:cantSplit/>
        </w:trPr>
        <w:tc>
          <w:tcPr>
            <w:tcW w:w="9639" w:type="dxa"/>
            <w:shd w:val="clear" w:color="auto" w:fill="auto"/>
            <w:vAlign w:val="center"/>
            <w:hideMark/>
          </w:tcPr>
          <w:p w:rsidR="00AA75FA" w:rsidRDefault="00AA75FA" w:rsidP="00CC2D3F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AA75FA" w:rsidTr="005349DA">
        <w:trPr>
          <w:cantSplit/>
        </w:trPr>
        <w:tc>
          <w:tcPr>
            <w:tcW w:w="963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рублей)</w:t>
            </w:r>
          </w:p>
        </w:tc>
      </w:tr>
    </w:tbl>
    <w:p w:rsidR="00AA75FA" w:rsidRPr="00AA75FA" w:rsidRDefault="00AA75FA">
      <w:pPr>
        <w:rPr>
          <w:sz w:val="2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4"/>
        <w:gridCol w:w="7314"/>
        <w:gridCol w:w="1701"/>
      </w:tblGrid>
      <w:tr w:rsidR="005349DA" w:rsidTr="005349DA">
        <w:trPr>
          <w:cantSplit/>
          <w:trHeight w:val="419"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9DA" w:rsidRPr="005349DA" w:rsidRDefault="005349DA" w:rsidP="00537866">
            <w:pPr>
              <w:jc w:val="center"/>
              <w:rPr>
                <w:b/>
                <w:szCs w:val="28"/>
              </w:rPr>
            </w:pPr>
            <w:r w:rsidRPr="005349DA">
              <w:rPr>
                <w:b/>
                <w:szCs w:val="28"/>
              </w:rPr>
              <w:t>№ п/п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9DA" w:rsidRPr="005349DA" w:rsidRDefault="005349DA" w:rsidP="00537866">
            <w:pPr>
              <w:jc w:val="center"/>
              <w:rPr>
                <w:b/>
                <w:szCs w:val="28"/>
              </w:rPr>
            </w:pPr>
            <w:r w:rsidRPr="005349DA">
              <w:rPr>
                <w:b/>
                <w:szCs w:val="28"/>
              </w:rPr>
              <w:t>Направление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9DA" w:rsidRPr="005349DA" w:rsidRDefault="005349DA" w:rsidP="00537866">
            <w:pPr>
              <w:jc w:val="center"/>
              <w:rPr>
                <w:b/>
                <w:szCs w:val="28"/>
              </w:rPr>
            </w:pPr>
            <w:r w:rsidRPr="005349DA">
              <w:rPr>
                <w:b/>
                <w:szCs w:val="28"/>
              </w:rPr>
              <w:t>Сумма</w:t>
            </w:r>
          </w:p>
        </w:tc>
      </w:tr>
      <w:tr w:rsidR="005349DA" w:rsidTr="0095537C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EA3257" w:rsidRDefault="005349DA" w:rsidP="00537866">
            <w:pPr>
              <w:jc w:val="right"/>
              <w:rPr>
                <w:szCs w:val="28"/>
              </w:rPr>
            </w:pPr>
            <w:r w:rsidRPr="00EA3257">
              <w:rPr>
                <w:szCs w:val="28"/>
              </w:rPr>
              <w:t>1.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5349DA" w:rsidP="00537866">
            <w:pPr>
              <w:rPr>
                <w:szCs w:val="28"/>
              </w:rPr>
            </w:pPr>
            <w:r w:rsidRPr="00EA3257">
              <w:rPr>
                <w:szCs w:val="28"/>
              </w:rPr>
              <w:t xml:space="preserve">Обеспечение отдыха и оздоровления детей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8F0ED9" w:rsidRDefault="008F0ED9" w:rsidP="0053786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640,8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A3425A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2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8F0ED9" w:rsidRDefault="00F86608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43 295,2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3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9DA" w:rsidRPr="00EA3257" w:rsidRDefault="005349DA" w:rsidP="00565A46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8F0ED9" w:rsidP="00565A4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46 793,7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4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8F0ED9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42 753,5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EA3257" w:rsidRDefault="005349DA" w:rsidP="00565A46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5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9DA" w:rsidRPr="00EA3257" w:rsidRDefault="005349DA" w:rsidP="00565A46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8F0ED9" w:rsidP="00565A4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693,3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EA3257" w:rsidRDefault="005349DA" w:rsidP="00565A46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6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8F0ED9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511,7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lastRenderedPageBreak/>
              <w:t>7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8F0ED9" w:rsidP="00524B1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8 </w:t>
            </w:r>
            <w:r w:rsidR="00524B1C">
              <w:rPr>
                <w:szCs w:val="28"/>
              </w:rPr>
              <w:t>7</w:t>
            </w:r>
            <w:r>
              <w:rPr>
                <w:szCs w:val="28"/>
              </w:rPr>
              <w:t>36,5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8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D10FAD" w:rsidRDefault="008F0ED9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2 806,8</w:t>
            </w:r>
          </w:p>
        </w:tc>
      </w:tr>
      <w:tr w:rsidR="005349DA" w:rsidTr="0095537C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9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5349DA" w:rsidP="007B37DB">
            <w:pPr>
              <w:rPr>
                <w:szCs w:val="28"/>
              </w:rPr>
            </w:pPr>
            <w:r w:rsidRPr="00EA3257">
              <w:rPr>
                <w:szCs w:val="28"/>
              </w:rPr>
              <w:t>Социальное обслуживание семьи и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F86608" w:rsidRDefault="00F86608" w:rsidP="001D3873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1360</w:t>
            </w:r>
            <w:r>
              <w:rPr>
                <w:szCs w:val="28"/>
              </w:rPr>
              <w:t>,3</w:t>
            </w:r>
          </w:p>
        </w:tc>
      </w:tr>
      <w:tr w:rsidR="005349DA" w:rsidTr="0095537C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1D3873" w:rsidRDefault="005349DA" w:rsidP="008A5D7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5349DA" w:rsidP="007B37DB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85C1E">
              <w:rPr>
                <w:szCs w:val="28"/>
              </w:rPr>
              <w:t>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Default="008F0ED9" w:rsidP="001D387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134,4</w:t>
            </w:r>
          </w:p>
        </w:tc>
      </w:tr>
      <w:tr w:rsidR="005349DA" w:rsidTr="0095537C">
        <w:trPr>
          <w:cantSplit/>
          <w:trHeight w:val="43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9DA" w:rsidRPr="00EA3257" w:rsidRDefault="005349DA" w:rsidP="00CC2D3F">
            <w:pPr>
              <w:rPr>
                <w:szCs w:val="28"/>
              </w:rPr>
            </w:pPr>
            <w:r w:rsidRPr="00EA3257">
              <w:rPr>
                <w:szCs w:val="28"/>
              </w:rPr>
              <w:t xml:space="preserve"> 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9DA" w:rsidRPr="00B72AE5" w:rsidRDefault="005349DA" w:rsidP="002D24B3">
            <w:pPr>
              <w:rPr>
                <w:b/>
                <w:bCs/>
                <w:szCs w:val="28"/>
              </w:rPr>
            </w:pPr>
            <w:r w:rsidRPr="00B72AE5">
              <w:rPr>
                <w:b/>
                <w:bCs/>
                <w:szCs w:val="28"/>
              </w:rPr>
              <w:t xml:space="preserve">Итого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4B1C" w:rsidRPr="00B72AE5" w:rsidRDefault="007A6B8F" w:rsidP="00524B1C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147 726,2</w:t>
            </w:r>
          </w:p>
        </w:tc>
      </w:tr>
    </w:tbl>
    <w:p w:rsidR="00CA770E" w:rsidRPr="0095537C" w:rsidRDefault="00CA770E" w:rsidP="007E513A"/>
    <w:p w:rsidR="007C2561" w:rsidRPr="0095537C" w:rsidRDefault="007C2561" w:rsidP="007E513A"/>
    <w:p w:rsidR="007B37DB" w:rsidRPr="0095537C" w:rsidRDefault="007B37DB" w:rsidP="007E513A"/>
    <w:p w:rsidR="00627195" w:rsidRDefault="00D33A2F" w:rsidP="00627195">
      <w:pPr>
        <w:rPr>
          <w:szCs w:val="28"/>
        </w:rPr>
      </w:pPr>
      <w:r>
        <w:rPr>
          <w:szCs w:val="28"/>
        </w:rPr>
        <w:t>Первый з</w:t>
      </w:r>
      <w:r w:rsidR="00627195">
        <w:rPr>
          <w:szCs w:val="28"/>
        </w:rPr>
        <w:t>аместитель главы муниципального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об</w:t>
      </w:r>
      <w:r w:rsidR="00072E25">
        <w:rPr>
          <w:szCs w:val="28"/>
        </w:rPr>
        <w:t>разования Новокубанский район</w:t>
      </w:r>
      <w:r>
        <w:rPr>
          <w:szCs w:val="28"/>
        </w:rPr>
        <w:t>,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начальник финансового управления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администрации муниципального</w:t>
      </w:r>
    </w:p>
    <w:p w:rsidR="00627195" w:rsidRPr="00B9484A" w:rsidRDefault="00627195" w:rsidP="007E513A">
      <w:pPr>
        <w:rPr>
          <w:szCs w:val="28"/>
        </w:rPr>
      </w:pPr>
      <w:r>
        <w:rPr>
          <w:szCs w:val="28"/>
        </w:rPr>
        <w:t xml:space="preserve">образования Новокубанский район </w:t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>
        <w:rPr>
          <w:szCs w:val="28"/>
        </w:rPr>
        <w:t xml:space="preserve">  Е.В.Афонина </w:t>
      </w:r>
    </w:p>
    <w:sectPr w:rsidR="00627195" w:rsidRPr="00B9484A" w:rsidSect="00CC2D3F">
      <w:headerReference w:type="default" r:id="rId7"/>
      <w:pgSz w:w="11906" w:h="16838"/>
      <w:pgMar w:top="851" w:right="567" w:bottom="851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209" w:rsidRDefault="009E7209" w:rsidP="00E12559">
      <w:r>
        <w:separator/>
      </w:r>
    </w:p>
  </w:endnote>
  <w:endnote w:type="continuationSeparator" w:id="0">
    <w:p w:rsidR="009E7209" w:rsidRDefault="009E720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209" w:rsidRDefault="009E7209" w:rsidP="00E12559">
      <w:r>
        <w:separator/>
      </w:r>
    </w:p>
  </w:footnote>
  <w:footnote w:type="continuationSeparator" w:id="0">
    <w:p w:rsidR="009E7209" w:rsidRDefault="009E720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44108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16217A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293A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66A22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0F40"/>
    <w:rsid w:val="00934F35"/>
    <w:rsid w:val="009359A1"/>
    <w:rsid w:val="00937177"/>
    <w:rsid w:val="00937307"/>
    <w:rsid w:val="00940493"/>
    <w:rsid w:val="00944536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3E1F"/>
    <w:rsid w:val="00B6626D"/>
    <w:rsid w:val="00B72AE5"/>
    <w:rsid w:val="00B76181"/>
    <w:rsid w:val="00B77E69"/>
    <w:rsid w:val="00B80B14"/>
    <w:rsid w:val="00B81877"/>
    <w:rsid w:val="00B81DC9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27FB1"/>
    <w:rsid w:val="00C3148E"/>
    <w:rsid w:val="00C31830"/>
    <w:rsid w:val="00C3442C"/>
    <w:rsid w:val="00C35392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342A"/>
    <w:rsid w:val="00DC4B2E"/>
    <w:rsid w:val="00DC4D47"/>
    <w:rsid w:val="00DC5EE6"/>
    <w:rsid w:val="00DC7791"/>
    <w:rsid w:val="00DD1DFA"/>
    <w:rsid w:val="00DD251E"/>
    <w:rsid w:val="00DD3CF6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4828"/>
    <w:rsid w:val="00EF538E"/>
    <w:rsid w:val="00EF6930"/>
    <w:rsid w:val="00EF7229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E0E8B8E0-8CC2-40B0-86BA-985CF608D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2105E-025C-4291-96CA-7F932EC0F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385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Христозова Антонина</cp:lastModifiedBy>
  <cp:revision>60</cp:revision>
  <cp:lastPrinted>2019-11-22T09:22:00Z</cp:lastPrinted>
  <dcterms:created xsi:type="dcterms:W3CDTF">2017-09-18T13:02:00Z</dcterms:created>
  <dcterms:modified xsi:type="dcterms:W3CDTF">2020-02-21T06:04:00Z</dcterms:modified>
</cp:coreProperties>
</file>